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D41E8" w14:textId="77777777" w:rsidR="009662D8" w:rsidRDefault="009662D8" w:rsidP="009662D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et-EE"/>
        </w:rPr>
      </w:pPr>
    </w:p>
    <w:p w14:paraId="0B5D41E9" w14:textId="5D2C6557" w:rsidR="009662D8" w:rsidRPr="00B070A7" w:rsidRDefault="009662D8" w:rsidP="009662D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et-EE"/>
        </w:rPr>
      </w:pPr>
      <w:r w:rsidRPr="00B070A7">
        <w:rPr>
          <w:rFonts w:ascii="Times New Roman" w:hAnsi="Times New Roman"/>
          <w:noProof/>
          <w:sz w:val="24"/>
          <w:szCs w:val="24"/>
          <w:lang w:val="et-EE"/>
        </w:rPr>
        <w:tab/>
      </w:r>
      <w:r w:rsidRPr="00B070A7">
        <w:rPr>
          <w:rFonts w:ascii="Times New Roman" w:hAnsi="Times New Roman"/>
          <w:noProof/>
          <w:sz w:val="24"/>
          <w:szCs w:val="24"/>
          <w:lang w:val="et-EE"/>
        </w:rPr>
        <w:tab/>
      </w:r>
    </w:p>
    <w:p w14:paraId="0B5D41EA" w14:textId="77777777" w:rsidR="006941E5" w:rsidRPr="00B070A7" w:rsidRDefault="006941E5" w:rsidP="009662D8">
      <w:pPr>
        <w:pStyle w:val="NoSpacing"/>
        <w:rPr>
          <w:rFonts w:ascii="Times New Roman" w:hAnsi="Times New Roman"/>
          <w:noProof/>
          <w:sz w:val="24"/>
          <w:szCs w:val="24"/>
          <w:lang w:val="et-EE"/>
        </w:rPr>
      </w:pPr>
    </w:p>
    <w:p w14:paraId="0B5D41EB" w14:textId="131463A7" w:rsidR="006941E5" w:rsidRPr="00B070A7" w:rsidRDefault="000248CE" w:rsidP="009662D8">
      <w:pPr>
        <w:pStyle w:val="NoSpacing"/>
        <w:rPr>
          <w:rFonts w:ascii="Times New Roman" w:hAnsi="Times New Roman"/>
          <w:noProof/>
          <w:sz w:val="24"/>
          <w:szCs w:val="24"/>
          <w:lang w:val="et-EE"/>
        </w:rPr>
      </w:pPr>
      <w:r>
        <w:rPr>
          <w:rFonts w:ascii="Times New Roman" w:hAnsi="Times New Roman"/>
          <w:noProof/>
          <w:sz w:val="24"/>
          <w:szCs w:val="24"/>
          <w:lang w:val="et-EE"/>
        </w:rPr>
        <w:t>Riigimetsa Majandamise Keskus</w:t>
      </w:r>
      <w:r w:rsidR="00B802F0">
        <w:rPr>
          <w:rFonts w:ascii="Times New Roman" w:hAnsi="Times New Roman"/>
          <w:noProof/>
          <w:sz w:val="24"/>
          <w:szCs w:val="24"/>
          <w:lang w:val="et-EE"/>
        </w:rPr>
        <w:tab/>
      </w:r>
      <w:r w:rsidR="00B802F0">
        <w:rPr>
          <w:rFonts w:ascii="Times New Roman" w:hAnsi="Times New Roman"/>
          <w:noProof/>
          <w:sz w:val="24"/>
          <w:szCs w:val="24"/>
          <w:lang w:val="et-EE"/>
        </w:rPr>
        <w:tab/>
      </w:r>
      <w:r w:rsidR="00B802F0">
        <w:rPr>
          <w:rFonts w:ascii="Times New Roman" w:hAnsi="Times New Roman"/>
          <w:noProof/>
          <w:sz w:val="24"/>
          <w:szCs w:val="24"/>
          <w:lang w:val="et-EE"/>
        </w:rPr>
        <w:tab/>
      </w:r>
      <w:r w:rsidR="00B802F0">
        <w:rPr>
          <w:rFonts w:ascii="Times New Roman" w:hAnsi="Times New Roman"/>
          <w:noProof/>
          <w:sz w:val="24"/>
          <w:szCs w:val="24"/>
          <w:lang w:val="et-EE"/>
        </w:rPr>
        <w:tab/>
      </w:r>
      <w:r w:rsidR="00EF31B1">
        <w:rPr>
          <w:rFonts w:ascii="Times New Roman" w:hAnsi="Times New Roman"/>
          <w:noProof/>
          <w:sz w:val="24"/>
          <w:szCs w:val="24"/>
          <w:lang w:val="et-EE"/>
        </w:rPr>
        <w:tab/>
      </w:r>
      <w:r w:rsidR="00A57CFE">
        <w:rPr>
          <w:rFonts w:ascii="Times New Roman" w:hAnsi="Times New Roman"/>
          <w:noProof/>
          <w:sz w:val="24"/>
          <w:szCs w:val="24"/>
          <w:lang w:val="et-EE"/>
        </w:rPr>
        <w:tab/>
      </w:r>
      <w:r w:rsidR="00B802F0">
        <w:rPr>
          <w:rFonts w:ascii="Times New Roman" w:hAnsi="Times New Roman"/>
          <w:noProof/>
          <w:sz w:val="24"/>
          <w:szCs w:val="24"/>
          <w:lang w:val="et-EE"/>
        </w:rPr>
        <w:t>Meie:</w:t>
      </w:r>
      <w:r w:rsidR="00F47B51"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  <w:r w:rsidR="00ED070C">
        <w:rPr>
          <w:rFonts w:ascii="Times New Roman" w:hAnsi="Times New Roman"/>
          <w:noProof/>
          <w:sz w:val="24"/>
          <w:szCs w:val="24"/>
          <w:lang w:val="et-EE"/>
        </w:rPr>
        <w:t>28</w:t>
      </w:r>
      <w:r w:rsidR="00EB5164">
        <w:rPr>
          <w:rFonts w:ascii="Times New Roman" w:hAnsi="Times New Roman"/>
          <w:noProof/>
          <w:sz w:val="24"/>
          <w:szCs w:val="24"/>
          <w:lang w:val="et-EE"/>
        </w:rPr>
        <w:t>.</w:t>
      </w:r>
      <w:r w:rsidR="00162EA9">
        <w:rPr>
          <w:rFonts w:ascii="Times New Roman" w:hAnsi="Times New Roman"/>
          <w:noProof/>
          <w:sz w:val="24"/>
          <w:szCs w:val="24"/>
          <w:lang w:val="et-EE"/>
        </w:rPr>
        <w:t>0</w:t>
      </w:r>
      <w:r w:rsidR="00A57CFE">
        <w:rPr>
          <w:rFonts w:ascii="Times New Roman" w:hAnsi="Times New Roman"/>
          <w:noProof/>
          <w:sz w:val="24"/>
          <w:szCs w:val="24"/>
          <w:lang w:val="et-EE"/>
        </w:rPr>
        <w:t>2</w:t>
      </w:r>
      <w:r w:rsidR="00EB5164">
        <w:rPr>
          <w:rFonts w:ascii="Times New Roman" w:hAnsi="Times New Roman"/>
          <w:noProof/>
          <w:sz w:val="24"/>
          <w:szCs w:val="24"/>
          <w:lang w:val="et-EE"/>
        </w:rPr>
        <w:t>.20</w:t>
      </w:r>
      <w:r w:rsidR="005873F5">
        <w:rPr>
          <w:rFonts w:ascii="Times New Roman" w:hAnsi="Times New Roman"/>
          <w:noProof/>
          <w:sz w:val="24"/>
          <w:szCs w:val="24"/>
          <w:lang w:val="et-EE"/>
        </w:rPr>
        <w:t>2</w:t>
      </w:r>
      <w:r w:rsidR="00A57CFE">
        <w:rPr>
          <w:rFonts w:ascii="Times New Roman" w:hAnsi="Times New Roman"/>
          <w:noProof/>
          <w:sz w:val="24"/>
          <w:szCs w:val="24"/>
          <w:lang w:val="et-EE"/>
        </w:rPr>
        <w:t>5</w:t>
      </w:r>
      <w:r w:rsidR="0014221B">
        <w:rPr>
          <w:rFonts w:ascii="Times New Roman" w:hAnsi="Times New Roman"/>
          <w:noProof/>
          <w:sz w:val="24"/>
          <w:szCs w:val="24"/>
          <w:lang w:val="et-EE"/>
        </w:rPr>
        <w:t xml:space="preserve"> nr</w:t>
      </w:r>
      <w:r w:rsidR="00184CC4">
        <w:rPr>
          <w:rFonts w:ascii="Times New Roman" w:hAnsi="Times New Roman"/>
          <w:noProof/>
          <w:sz w:val="24"/>
          <w:szCs w:val="24"/>
          <w:lang w:val="et-EE"/>
        </w:rPr>
        <w:t xml:space="preserve"> 1-</w:t>
      </w:r>
      <w:r w:rsidR="00A57CFE">
        <w:rPr>
          <w:rFonts w:ascii="Times New Roman" w:hAnsi="Times New Roman"/>
          <w:noProof/>
          <w:sz w:val="24"/>
          <w:szCs w:val="24"/>
          <w:lang w:val="et-EE"/>
        </w:rPr>
        <w:t>0</w:t>
      </w:r>
      <w:r w:rsidR="00B476CE">
        <w:rPr>
          <w:rFonts w:ascii="Times New Roman" w:hAnsi="Times New Roman"/>
          <w:noProof/>
          <w:sz w:val="24"/>
          <w:szCs w:val="24"/>
          <w:lang w:val="et-EE"/>
        </w:rPr>
        <w:t>33</w:t>
      </w:r>
    </w:p>
    <w:p w14:paraId="0B5D41EC" w14:textId="70A26EE2" w:rsidR="006941E5" w:rsidRPr="00B070A7" w:rsidRDefault="00ED070C" w:rsidP="009662D8">
      <w:pPr>
        <w:pStyle w:val="NoSpacing"/>
        <w:rPr>
          <w:rFonts w:ascii="Times New Roman" w:hAnsi="Times New Roman"/>
          <w:noProof/>
          <w:sz w:val="24"/>
          <w:szCs w:val="24"/>
          <w:lang w:val="et-EE"/>
        </w:rPr>
      </w:pPr>
      <w:r>
        <w:rPr>
          <w:rFonts w:ascii="Times New Roman" w:hAnsi="Times New Roman"/>
          <w:noProof/>
          <w:sz w:val="24"/>
          <w:szCs w:val="24"/>
          <w:lang w:val="et-EE"/>
        </w:rPr>
        <w:t>Toomas</w:t>
      </w:r>
      <w:r w:rsidR="00EF31B1">
        <w:rPr>
          <w:rFonts w:ascii="Times New Roman" w:hAnsi="Times New Roman"/>
          <w:noProof/>
          <w:sz w:val="24"/>
          <w:szCs w:val="24"/>
          <w:lang w:val="et-EE"/>
        </w:rPr>
        <w:t>.</w:t>
      </w:r>
      <w:r>
        <w:rPr>
          <w:rFonts w:ascii="Times New Roman" w:hAnsi="Times New Roman"/>
          <w:noProof/>
          <w:sz w:val="24"/>
          <w:szCs w:val="24"/>
          <w:lang w:val="et-EE"/>
        </w:rPr>
        <w:t>Kivisto</w:t>
      </w:r>
      <w:r w:rsidR="00D17F70">
        <w:rPr>
          <w:rFonts w:ascii="Times New Roman" w:hAnsi="Times New Roman"/>
          <w:noProof/>
          <w:sz w:val="24"/>
          <w:szCs w:val="24"/>
          <w:lang w:val="et-EE"/>
        </w:rPr>
        <w:t>@</w:t>
      </w:r>
      <w:r>
        <w:rPr>
          <w:rFonts w:ascii="Times New Roman" w:hAnsi="Times New Roman"/>
          <w:noProof/>
          <w:sz w:val="24"/>
          <w:szCs w:val="24"/>
          <w:lang w:val="et-EE"/>
        </w:rPr>
        <w:t>rmk</w:t>
      </w:r>
      <w:r w:rsidR="00D17F70">
        <w:rPr>
          <w:rFonts w:ascii="Times New Roman" w:hAnsi="Times New Roman"/>
          <w:noProof/>
          <w:sz w:val="24"/>
          <w:szCs w:val="24"/>
          <w:lang w:val="et-EE"/>
        </w:rPr>
        <w:t>.ee</w:t>
      </w:r>
      <w:r w:rsidR="00D919B0" w:rsidRPr="00B070A7">
        <w:rPr>
          <w:rFonts w:ascii="Times New Roman" w:hAnsi="Times New Roman"/>
          <w:noProof/>
          <w:sz w:val="24"/>
          <w:szCs w:val="24"/>
          <w:lang w:val="et-EE"/>
        </w:rPr>
        <w:tab/>
      </w:r>
      <w:r w:rsidR="00D919B0" w:rsidRPr="00B070A7">
        <w:rPr>
          <w:rFonts w:ascii="Times New Roman" w:hAnsi="Times New Roman"/>
          <w:noProof/>
          <w:sz w:val="24"/>
          <w:szCs w:val="24"/>
          <w:lang w:val="et-EE"/>
        </w:rPr>
        <w:tab/>
      </w:r>
      <w:r w:rsidR="00D919B0" w:rsidRPr="00B070A7">
        <w:rPr>
          <w:rFonts w:ascii="Times New Roman" w:hAnsi="Times New Roman"/>
          <w:noProof/>
          <w:sz w:val="24"/>
          <w:szCs w:val="24"/>
          <w:lang w:val="et-EE"/>
        </w:rPr>
        <w:tab/>
      </w:r>
      <w:r w:rsidR="006941E5" w:rsidRPr="00B070A7">
        <w:rPr>
          <w:rFonts w:ascii="Times New Roman" w:hAnsi="Times New Roman"/>
          <w:noProof/>
          <w:sz w:val="24"/>
          <w:szCs w:val="24"/>
          <w:lang w:val="et-EE"/>
        </w:rPr>
        <w:tab/>
      </w:r>
      <w:r w:rsidR="00B070A7" w:rsidRPr="00B070A7">
        <w:rPr>
          <w:rFonts w:ascii="Times New Roman" w:hAnsi="Times New Roman"/>
          <w:noProof/>
          <w:sz w:val="24"/>
          <w:szCs w:val="24"/>
          <w:lang w:val="et-EE"/>
        </w:rPr>
        <w:tab/>
      </w:r>
      <w:r w:rsidR="00354ED3">
        <w:rPr>
          <w:rFonts w:ascii="Times New Roman" w:hAnsi="Times New Roman"/>
          <w:noProof/>
          <w:sz w:val="24"/>
          <w:szCs w:val="24"/>
          <w:lang w:val="et-EE"/>
        </w:rPr>
        <w:tab/>
      </w:r>
      <w:r w:rsidR="009E5055">
        <w:rPr>
          <w:rFonts w:ascii="Times New Roman" w:hAnsi="Times New Roman"/>
          <w:noProof/>
          <w:sz w:val="24"/>
          <w:szCs w:val="24"/>
          <w:lang w:val="et-EE"/>
        </w:rPr>
        <w:tab/>
      </w:r>
      <w:r w:rsidR="006941E5" w:rsidRPr="00B070A7"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</w:p>
    <w:p w14:paraId="0B5D41ED" w14:textId="4AAFBA8A" w:rsidR="009662D8" w:rsidRDefault="00B070A7" w:rsidP="009662D8">
      <w:pPr>
        <w:pStyle w:val="NoSpacing"/>
        <w:rPr>
          <w:rFonts w:ascii="Times New Roman" w:hAnsi="Times New Roman"/>
          <w:noProof/>
          <w:sz w:val="24"/>
          <w:szCs w:val="24"/>
          <w:lang w:val="et-EE"/>
        </w:rPr>
      </w:pPr>
      <w:r w:rsidRPr="00B070A7">
        <w:rPr>
          <w:rFonts w:ascii="Times New Roman" w:hAnsi="Times New Roman"/>
          <w:noProof/>
          <w:sz w:val="24"/>
          <w:szCs w:val="24"/>
          <w:lang w:val="et-EE"/>
        </w:rPr>
        <w:tab/>
      </w:r>
      <w:r w:rsidRPr="00B070A7">
        <w:rPr>
          <w:rFonts w:ascii="Times New Roman" w:hAnsi="Times New Roman"/>
          <w:noProof/>
          <w:sz w:val="24"/>
          <w:szCs w:val="24"/>
          <w:lang w:val="et-EE"/>
        </w:rPr>
        <w:tab/>
      </w:r>
      <w:r w:rsidRPr="003F798E">
        <w:rPr>
          <w:rFonts w:ascii="Times New Roman" w:hAnsi="Times New Roman"/>
          <w:noProof/>
          <w:sz w:val="24"/>
          <w:szCs w:val="24"/>
          <w:lang w:val="et-EE"/>
        </w:rPr>
        <w:tab/>
      </w:r>
      <w:r w:rsidRPr="003F798E">
        <w:rPr>
          <w:rFonts w:ascii="Times New Roman" w:hAnsi="Times New Roman"/>
          <w:noProof/>
          <w:sz w:val="24"/>
          <w:szCs w:val="24"/>
          <w:lang w:val="et-EE"/>
        </w:rPr>
        <w:tab/>
      </w:r>
      <w:r w:rsidRPr="003F798E">
        <w:rPr>
          <w:rFonts w:ascii="Times New Roman" w:hAnsi="Times New Roman"/>
          <w:noProof/>
          <w:sz w:val="24"/>
          <w:szCs w:val="24"/>
          <w:lang w:val="et-EE"/>
        </w:rPr>
        <w:tab/>
      </w:r>
      <w:r w:rsidRPr="003F798E">
        <w:rPr>
          <w:rFonts w:ascii="Times New Roman" w:hAnsi="Times New Roman"/>
          <w:noProof/>
          <w:sz w:val="24"/>
          <w:szCs w:val="24"/>
          <w:lang w:val="et-EE"/>
        </w:rPr>
        <w:tab/>
      </w:r>
      <w:r w:rsidR="0053308E" w:rsidRPr="003F798E">
        <w:rPr>
          <w:rFonts w:ascii="Times New Roman" w:hAnsi="Times New Roman"/>
          <w:noProof/>
          <w:sz w:val="24"/>
          <w:szCs w:val="24"/>
          <w:lang w:val="et-EE"/>
        </w:rPr>
        <w:tab/>
      </w:r>
      <w:r w:rsidR="00354ED3">
        <w:rPr>
          <w:rFonts w:ascii="Times New Roman" w:hAnsi="Times New Roman"/>
          <w:noProof/>
          <w:sz w:val="24"/>
          <w:szCs w:val="24"/>
          <w:lang w:val="et-EE"/>
        </w:rPr>
        <w:tab/>
      </w:r>
      <w:r w:rsidR="00354ED3">
        <w:rPr>
          <w:rFonts w:ascii="Times New Roman" w:hAnsi="Times New Roman"/>
          <w:noProof/>
          <w:sz w:val="24"/>
          <w:szCs w:val="24"/>
          <w:lang w:val="et-EE"/>
        </w:rPr>
        <w:tab/>
      </w:r>
      <w:r w:rsidR="006941E5" w:rsidRPr="003F798E"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</w:p>
    <w:p w14:paraId="0B5D41EF" w14:textId="77777777" w:rsidR="009662D8" w:rsidRDefault="009662D8" w:rsidP="009662D8">
      <w:pPr>
        <w:jc w:val="both"/>
        <w:rPr>
          <w:rFonts w:eastAsia="Arial Unicode MS" w:cs="Mangal"/>
          <w:noProof/>
          <w:kern w:val="3"/>
          <w:lang w:eastAsia="zh-CN" w:bidi="hi-IN"/>
        </w:rPr>
      </w:pPr>
    </w:p>
    <w:p w14:paraId="0B5D41F0" w14:textId="3037C287" w:rsidR="009662D8" w:rsidRDefault="000248CE" w:rsidP="009662D8">
      <w:pPr>
        <w:jc w:val="both"/>
        <w:rPr>
          <w:rFonts w:eastAsia="Arial Unicode MS" w:cs="Mangal"/>
          <w:noProof/>
          <w:kern w:val="3"/>
          <w:lang w:eastAsia="zh-CN" w:bidi="hi-IN"/>
        </w:rPr>
      </w:pPr>
      <w:r>
        <w:rPr>
          <w:rFonts w:eastAsia="Arial Unicode MS" w:cs="Mangal"/>
          <w:noProof/>
          <w:kern w:val="3"/>
          <w:lang w:eastAsia="zh-CN" w:bidi="hi-IN"/>
        </w:rPr>
        <w:t>Keskkonnalubade pikendamise taotluste koostamine</w:t>
      </w:r>
    </w:p>
    <w:p w14:paraId="0B5D41F3" w14:textId="58682500" w:rsidR="0049487E" w:rsidRDefault="0049487E" w:rsidP="009662D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et-EE"/>
        </w:rPr>
      </w:pPr>
    </w:p>
    <w:p w14:paraId="64FC75DF" w14:textId="11E864A0" w:rsidR="005C7113" w:rsidRPr="0071521B" w:rsidRDefault="00B52386" w:rsidP="009662D8">
      <w:pPr>
        <w:pStyle w:val="NoSpacing"/>
        <w:jc w:val="both"/>
        <w:rPr>
          <w:rFonts w:ascii="Times New Roman" w:hAnsi="Times New Roman"/>
          <w:b/>
          <w:bCs/>
          <w:noProof/>
          <w:sz w:val="24"/>
          <w:szCs w:val="24"/>
          <w:lang w:val="et-EE"/>
        </w:rPr>
      </w:pPr>
      <w:r>
        <w:rPr>
          <w:rFonts w:ascii="Times New Roman" w:hAnsi="Times New Roman"/>
          <w:noProof/>
          <w:sz w:val="24"/>
          <w:szCs w:val="24"/>
          <w:lang w:val="et-EE"/>
        </w:rPr>
        <w:t xml:space="preserve">Oleme valmis </w:t>
      </w:r>
      <w:r w:rsidR="002F1DB4">
        <w:rPr>
          <w:rFonts w:ascii="Times New Roman" w:hAnsi="Times New Roman"/>
          <w:noProof/>
          <w:sz w:val="24"/>
          <w:szCs w:val="24"/>
          <w:lang w:val="et-EE"/>
        </w:rPr>
        <w:t xml:space="preserve">Välgi III ja Voola karjääride kehtivate keskkonnalubade pikendamise taotlused koostama kogumaksumusega </w:t>
      </w:r>
      <w:r w:rsidR="00D36118" w:rsidRPr="0071521B">
        <w:rPr>
          <w:rFonts w:ascii="Times New Roman" w:hAnsi="Times New Roman"/>
          <w:b/>
          <w:bCs/>
          <w:noProof/>
          <w:sz w:val="24"/>
          <w:szCs w:val="24"/>
          <w:lang w:val="et-EE"/>
        </w:rPr>
        <w:t>2</w:t>
      </w:r>
      <w:r w:rsidR="00FA0708" w:rsidRPr="0071521B">
        <w:rPr>
          <w:rFonts w:ascii="Times New Roman" w:hAnsi="Times New Roman"/>
          <w:b/>
          <w:bCs/>
          <w:noProof/>
          <w:sz w:val="24"/>
          <w:szCs w:val="24"/>
          <w:lang w:val="et-EE"/>
        </w:rPr>
        <w:t xml:space="preserve"> </w:t>
      </w:r>
      <w:r w:rsidR="005C7113" w:rsidRPr="0071521B">
        <w:rPr>
          <w:rFonts w:ascii="Times New Roman" w:hAnsi="Times New Roman"/>
          <w:b/>
          <w:bCs/>
          <w:noProof/>
          <w:sz w:val="24"/>
          <w:szCs w:val="24"/>
          <w:lang w:val="et-EE"/>
        </w:rPr>
        <w:t>5</w:t>
      </w:r>
      <w:r w:rsidR="00D36118" w:rsidRPr="0071521B">
        <w:rPr>
          <w:rFonts w:ascii="Times New Roman" w:hAnsi="Times New Roman"/>
          <w:b/>
          <w:bCs/>
          <w:noProof/>
          <w:sz w:val="24"/>
          <w:szCs w:val="24"/>
          <w:lang w:val="et-EE"/>
        </w:rPr>
        <w:t>00 eurot</w:t>
      </w:r>
      <w:r w:rsidR="00D36118">
        <w:rPr>
          <w:rFonts w:ascii="Times New Roman" w:hAnsi="Times New Roman"/>
          <w:noProof/>
          <w:sz w:val="24"/>
          <w:szCs w:val="24"/>
          <w:lang w:val="et-EE"/>
        </w:rPr>
        <w:t>, sellele lisandub käibemaks</w:t>
      </w:r>
      <w:r w:rsidR="005C7113">
        <w:rPr>
          <w:rFonts w:ascii="Times New Roman" w:hAnsi="Times New Roman"/>
          <w:noProof/>
          <w:sz w:val="24"/>
          <w:szCs w:val="24"/>
          <w:lang w:val="et-EE"/>
        </w:rPr>
        <w:t xml:space="preserve">, millest </w:t>
      </w:r>
      <w:r w:rsidR="006B5A3B">
        <w:rPr>
          <w:rFonts w:ascii="Times New Roman" w:hAnsi="Times New Roman"/>
          <w:noProof/>
          <w:sz w:val="24"/>
          <w:szCs w:val="24"/>
          <w:lang w:val="et-EE"/>
        </w:rPr>
        <w:t xml:space="preserve">Välgi III karjääri taotluse maksumus moodustab </w:t>
      </w:r>
      <w:r w:rsidR="006B5A3B" w:rsidRPr="0071521B">
        <w:rPr>
          <w:rFonts w:ascii="Times New Roman" w:hAnsi="Times New Roman"/>
          <w:b/>
          <w:bCs/>
          <w:noProof/>
          <w:sz w:val="24"/>
          <w:szCs w:val="24"/>
          <w:lang w:val="et-EE"/>
        </w:rPr>
        <w:t>1100 eurot</w:t>
      </w:r>
      <w:r w:rsidR="006B5A3B">
        <w:rPr>
          <w:rFonts w:ascii="Times New Roman" w:hAnsi="Times New Roman"/>
          <w:noProof/>
          <w:sz w:val="24"/>
          <w:szCs w:val="24"/>
          <w:lang w:val="et-EE"/>
        </w:rPr>
        <w:t xml:space="preserve"> ja Voola karjääri taotluse maksumus </w:t>
      </w:r>
      <w:r w:rsidR="006B5A3B" w:rsidRPr="0071521B">
        <w:rPr>
          <w:rFonts w:ascii="Times New Roman" w:hAnsi="Times New Roman"/>
          <w:b/>
          <w:bCs/>
          <w:noProof/>
          <w:sz w:val="24"/>
          <w:szCs w:val="24"/>
          <w:lang w:val="et-EE"/>
        </w:rPr>
        <w:t xml:space="preserve">1400 eurot. </w:t>
      </w:r>
    </w:p>
    <w:p w14:paraId="2A54B5BE" w14:textId="77777777" w:rsidR="006B5A3B" w:rsidRDefault="006B5A3B" w:rsidP="009662D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et-EE"/>
        </w:rPr>
      </w:pPr>
    </w:p>
    <w:p w14:paraId="6AD949F7" w14:textId="2DFA02BE" w:rsidR="006B5A3B" w:rsidRDefault="006B5A3B" w:rsidP="009662D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et-EE"/>
        </w:rPr>
      </w:pPr>
      <w:r>
        <w:rPr>
          <w:rFonts w:ascii="Times New Roman" w:hAnsi="Times New Roman"/>
          <w:noProof/>
          <w:sz w:val="24"/>
          <w:szCs w:val="24"/>
          <w:lang w:val="et-EE"/>
        </w:rPr>
        <w:t xml:space="preserve">Taotlusted hõlmavad kehtiva keskkonnaloa pikendamise taotluse koostamist nõutud mahus, sh </w:t>
      </w:r>
      <w:r w:rsidR="005A3EC9">
        <w:rPr>
          <w:rFonts w:ascii="Times New Roman" w:hAnsi="Times New Roman"/>
          <w:noProof/>
          <w:sz w:val="24"/>
          <w:szCs w:val="24"/>
          <w:lang w:val="et-EE"/>
        </w:rPr>
        <w:t xml:space="preserve">taotluse koosseisu kuuluvate graafiliste lisade koostamist (mäeeraldise plaan, geolooglised läbilõiked, korrastatud ala plaan) ja vajadusel asjakohase seletuskirja koostamist. </w:t>
      </w:r>
    </w:p>
    <w:p w14:paraId="45D1CF94" w14:textId="77777777" w:rsidR="005A3EC9" w:rsidRDefault="005A3EC9" w:rsidP="009662D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et-EE"/>
        </w:rPr>
      </w:pPr>
    </w:p>
    <w:p w14:paraId="52761DFB" w14:textId="15ED944D" w:rsidR="005A3EC9" w:rsidRDefault="0073293B" w:rsidP="009662D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et-EE"/>
        </w:rPr>
      </w:pPr>
      <w:r>
        <w:rPr>
          <w:rFonts w:ascii="Times New Roman" w:hAnsi="Times New Roman"/>
          <w:noProof/>
          <w:sz w:val="24"/>
          <w:szCs w:val="24"/>
          <w:lang w:val="et-EE"/>
        </w:rPr>
        <w:t xml:space="preserve">Voola karjääri pikendamise taotluse oleme valmis üle andma hiljemalt 10.03 ja Välgi karjääri taotluse hiljemalt </w:t>
      </w:r>
      <w:r w:rsidR="0071521B">
        <w:rPr>
          <w:rFonts w:ascii="Times New Roman" w:hAnsi="Times New Roman"/>
          <w:noProof/>
          <w:sz w:val="24"/>
          <w:szCs w:val="24"/>
          <w:lang w:val="et-EE"/>
        </w:rPr>
        <w:t xml:space="preserve">17.03. </w:t>
      </w:r>
    </w:p>
    <w:p w14:paraId="0B5D4208" w14:textId="77777777" w:rsidR="009662D8" w:rsidRDefault="009662D8" w:rsidP="009662D8">
      <w:pPr>
        <w:rPr>
          <w:noProof/>
          <w:lang w:eastAsia="en-US"/>
        </w:rPr>
      </w:pPr>
    </w:p>
    <w:p w14:paraId="0B5D4209" w14:textId="37D1A387" w:rsidR="009662D8" w:rsidRDefault="009662D8" w:rsidP="009662D8">
      <w:pPr>
        <w:rPr>
          <w:noProof/>
          <w:lang w:eastAsia="en-US"/>
        </w:rPr>
      </w:pPr>
      <w:r>
        <w:rPr>
          <w:noProof/>
          <w:lang w:eastAsia="en-US"/>
        </w:rPr>
        <w:t>Lugupidamisega</w:t>
      </w:r>
    </w:p>
    <w:p w14:paraId="0B5D420A" w14:textId="77777777" w:rsidR="009662D8" w:rsidRDefault="009662D8" w:rsidP="009662D8">
      <w:pPr>
        <w:rPr>
          <w:noProof/>
          <w:lang w:eastAsia="en-US"/>
        </w:rPr>
      </w:pPr>
    </w:p>
    <w:p w14:paraId="0B5D420B" w14:textId="77777777" w:rsidR="009662D8" w:rsidRDefault="009662D8" w:rsidP="009662D8">
      <w:pPr>
        <w:rPr>
          <w:i/>
          <w:noProof/>
          <w:lang w:eastAsia="en-US"/>
        </w:rPr>
      </w:pPr>
      <w:r>
        <w:rPr>
          <w:i/>
          <w:noProof/>
          <w:lang w:eastAsia="en-US"/>
        </w:rPr>
        <w:t>/Allkirjastatud digitaalselt/</w:t>
      </w:r>
    </w:p>
    <w:p w14:paraId="0B5D420C" w14:textId="77777777" w:rsidR="00662F31" w:rsidRPr="007F1385" w:rsidRDefault="00662F31" w:rsidP="009662D8">
      <w:pPr>
        <w:rPr>
          <w:i/>
          <w:noProof/>
          <w:lang w:eastAsia="en-US"/>
        </w:rPr>
      </w:pPr>
    </w:p>
    <w:p w14:paraId="0B5D420D" w14:textId="7ACB2007" w:rsidR="009662D8" w:rsidRDefault="005B1412" w:rsidP="009662D8">
      <w:pPr>
        <w:rPr>
          <w:noProof/>
          <w:lang w:eastAsia="en-US"/>
        </w:rPr>
      </w:pPr>
      <w:r>
        <w:rPr>
          <w:noProof/>
          <w:lang w:eastAsia="en-US"/>
        </w:rPr>
        <w:t>Erki Vaguri</w:t>
      </w:r>
    </w:p>
    <w:p w14:paraId="0B5D420E" w14:textId="77777777" w:rsidR="007F1385" w:rsidRDefault="009662D8" w:rsidP="009662D8">
      <w:pPr>
        <w:rPr>
          <w:noProof/>
          <w:lang w:eastAsia="en-US"/>
        </w:rPr>
      </w:pPr>
      <w:r>
        <w:rPr>
          <w:noProof/>
          <w:lang w:eastAsia="en-US"/>
        </w:rPr>
        <w:t>Juhatuse liige</w:t>
      </w:r>
    </w:p>
    <w:sectPr w:rsidR="007F1385" w:rsidSect="00FE36B2">
      <w:headerReference w:type="first" r:id="rId8"/>
      <w:footerReference w:type="first" r:id="rId9"/>
      <w:pgSz w:w="11905" w:h="16837"/>
      <w:pgMar w:top="1417" w:right="706" w:bottom="1417" w:left="127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54F0B" w14:textId="77777777" w:rsidR="00DE1E4E" w:rsidRDefault="00DE1E4E" w:rsidP="00B0025C">
      <w:r>
        <w:separator/>
      </w:r>
    </w:p>
  </w:endnote>
  <w:endnote w:type="continuationSeparator" w:id="0">
    <w:p w14:paraId="45C85B1F" w14:textId="77777777" w:rsidR="00DE1E4E" w:rsidRDefault="00DE1E4E" w:rsidP="00B0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D4216" w14:textId="77777777" w:rsidR="00B0025C" w:rsidRDefault="00E31415" w:rsidP="00B0025C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B5D421E" wp14:editId="0B5D421F">
              <wp:simplePos x="0" y="0"/>
              <wp:positionH relativeFrom="column">
                <wp:posOffset>-50165</wp:posOffset>
              </wp:positionH>
              <wp:positionV relativeFrom="paragraph">
                <wp:posOffset>99059</wp:posOffset>
              </wp:positionV>
              <wp:extent cx="6038850" cy="0"/>
              <wp:effectExtent l="0" t="0" r="19050" b="19050"/>
              <wp:wrapNone/>
              <wp:docPr id="3" name="Sirgkonnek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F3F53E" id="Sirgkonnektor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.95pt,7.8pt" to="47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" strokecolor="#4a7ebb">
              <o:lock v:ext="edit" shapetype="f"/>
            </v:line>
          </w:pict>
        </mc:Fallback>
      </mc:AlternateContent>
    </w:r>
  </w:p>
  <w:p w14:paraId="0B5D4217" w14:textId="3FB2E376" w:rsidR="00B0025C" w:rsidRPr="008933C2" w:rsidRDefault="00B0025C" w:rsidP="004A42E3">
    <w:pPr>
      <w:pStyle w:val="Footer"/>
      <w:tabs>
        <w:tab w:val="clear" w:pos="9072"/>
        <w:tab w:val="right" w:pos="9356"/>
      </w:tabs>
      <w:jc w:val="center"/>
    </w:pPr>
    <w:r w:rsidRPr="008933C2">
      <w:t>OÜ Inseneribüroo STEIGER</w:t>
    </w:r>
    <w:r w:rsidRPr="008933C2">
      <w:tab/>
      <w:t xml:space="preserve">Tel </w:t>
    </w:r>
    <w:r w:rsidR="005708D8">
      <w:t>53403790</w:t>
    </w:r>
    <w:r w:rsidRPr="008933C2">
      <w:tab/>
      <w:t>Äriregistrikood 11206437</w:t>
    </w:r>
  </w:p>
  <w:p w14:paraId="0B5D4218" w14:textId="4806DDF4" w:rsidR="00B0025C" w:rsidRPr="008933C2" w:rsidRDefault="00B0025C" w:rsidP="004A42E3">
    <w:pPr>
      <w:pStyle w:val="Footer"/>
      <w:tabs>
        <w:tab w:val="clear" w:pos="9072"/>
        <w:tab w:val="right" w:pos="9356"/>
      </w:tabs>
      <w:jc w:val="center"/>
    </w:pPr>
    <w:r w:rsidRPr="008933C2">
      <w:t>Männiku tee 10</w:t>
    </w:r>
    <w:r w:rsidR="00E31415" w:rsidRPr="008933C2">
      <w:t>4</w:t>
    </w:r>
    <w:r w:rsidRPr="008933C2">
      <w:tab/>
      <w:t xml:space="preserve">E-mail: </w:t>
    </w:r>
    <w:r w:rsidR="005708D8">
      <w:t>erki.vaguri</w:t>
    </w:r>
    <w:r w:rsidRPr="008933C2">
      <w:t>@steiger.ee</w:t>
    </w:r>
    <w:r w:rsidRPr="008933C2">
      <w:tab/>
      <w:t>a/a EE701010220051598014</w:t>
    </w:r>
  </w:p>
  <w:p w14:paraId="0B5D4219" w14:textId="77777777" w:rsidR="00B0025C" w:rsidRPr="008933C2" w:rsidRDefault="00B0025C" w:rsidP="004A42E3">
    <w:pPr>
      <w:pStyle w:val="Footer"/>
      <w:tabs>
        <w:tab w:val="clear" w:pos="9072"/>
        <w:tab w:val="right" w:pos="9356"/>
      </w:tabs>
      <w:jc w:val="center"/>
    </w:pPr>
    <w:r w:rsidRPr="008933C2">
      <w:t>11216 Tallinn</w:t>
    </w:r>
    <w:r w:rsidRPr="008933C2">
      <w:tab/>
      <w:t>www.steiger.ee</w:t>
    </w:r>
    <w:r w:rsidRPr="008933C2">
      <w:tab/>
      <w:t>SEB Pank, kood 401</w:t>
    </w:r>
  </w:p>
  <w:p w14:paraId="0B5D421A" w14:textId="77777777" w:rsidR="00B0025C" w:rsidRDefault="00B0025C" w:rsidP="005659F8">
    <w:pPr>
      <w:pStyle w:val="Footer"/>
    </w:pPr>
    <w:r>
      <w:tab/>
    </w:r>
  </w:p>
  <w:p w14:paraId="0B5D421B" w14:textId="77777777" w:rsidR="00B0025C" w:rsidRDefault="00B002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CEBDF" w14:textId="77777777" w:rsidR="00DE1E4E" w:rsidRDefault="00DE1E4E" w:rsidP="00B0025C">
      <w:r>
        <w:separator/>
      </w:r>
    </w:p>
  </w:footnote>
  <w:footnote w:type="continuationSeparator" w:id="0">
    <w:p w14:paraId="3DA77DF4" w14:textId="77777777" w:rsidR="00DE1E4E" w:rsidRDefault="00DE1E4E" w:rsidP="00B00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D4213" w14:textId="77777777" w:rsidR="00B0025C" w:rsidRDefault="00B0025C" w:rsidP="00B0025C">
    <w:pPr>
      <w:pStyle w:val="Header"/>
      <w:rPr>
        <w:noProof/>
      </w:rPr>
    </w:pPr>
  </w:p>
  <w:p w14:paraId="0B5D4214" w14:textId="77777777" w:rsidR="00B0025C" w:rsidRDefault="00E31415" w:rsidP="00B0025C">
    <w:pPr>
      <w:pStyle w:val="Header"/>
    </w:pPr>
    <w:r>
      <w:rPr>
        <w:b/>
        <w:noProof/>
      </w:rPr>
      <w:drawing>
        <wp:inline distT="0" distB="0" distL="0" distR="0" wp14:anchorId="0B5D421C" wp14:editId="0B5D421D">
          <wp:extent cx="1217295" cy="1003300"/>
          <wp:effectExtent l="0" t="0" r="1905" b="6350"/>
          <wp:docPr id="1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7295" cy="1003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B5D4215" w14:textId="77777777" w:rsidR="00B0025C" w:rsidRDefault="00B002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A5992"/>
    <w:multiLevelType w:val="hybridMultilevel"/>
    <w:tmpl w:val="4D5AF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F8726D"/>
    <w:multiLevelType w:val="hybridMultilevel"/>
    <w:tmpl w:val="5A18BB48"/>
    <w:lvl w:ilvl="0" w:tplc="6FAEF4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7591B"/>
    <w:multiLevelType w:val="multilevel"/>
    <w:tmpl w:val="51A499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84240009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30">
    <w:abstractNumId w:val="0"/>
  </w:num>
  <w:num w:numId="3" w16cid:durableId="61102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sjA3MjMwMrAwNTBS0lEKTi0uzszPAykwqgUAm7C/liwAAAA="/>
  </w:docVars>
  <w:rsids>
    <w:rsidRoot w:val="009662D8"/>
    <w:rsid w:val="000050DB"/>
    <w:rsid w:val="000248CE"/>
    <w:rsid w:val="00034D9C"/>
    <w:rsid w:val="00034E0D"/>
    <w:rsid w:val="000500A8"/>
    <w:rsid w:val="00054136"/>
    <w:rsid w:val="00057CD0"/>
    <w:rsid w:val="000622F2"/>
    <w:rsid w:val="000675D6"/>
    <w:rsid w:val="00070876"/>
    <w:rsid w:val="000822BA"/>
    <w:rsid w:val="000A602C"/>
    <w:rsid w:val="000B54F9"/>
    <w:rsid w:val="000C202A"/>
    <w:rsid w:val="000E25B4"/>
    <w:rsid w:val="000E5E8B"/>
    <w:rsid w:val="00105565"/>
    <w:rsid w:val="001106BA"/>
    <w:rsid w:val="00124BD3"/>
    <w:rsid w:val="00132764"/>
    <w:rsid w:val="0014221B"/>
    <w:rsid w:val="00162EA9"/>
    <w:rsid w:val="00164583"/>
    <w:rsid w:val="00167F0B"/>
    <w:rsid w:val="00184CC4"/>
    <w:rsid w:val="00196F0C"/>
    <w:rsid w:val="001A7A9A"/>
    <w:rsid w:val="001B161E"/>
    <w:rsid w:val="001B622A"/>
    <w:rsid w:val="001B7969"/>
    <w:rsid w:val="001D2663"/>
    <w:rsid w:val="001E1FE6"/>
    <w:rsid w:val="001F347E"/>
    <w:rsid w:val="001F5954"/>
    <w:rsid w:val="002014FF"/>
    <w:rsid w:val="002059BB"/>
    <w:rsid w:val="00217E85"/>
    <w:rsid w:val="00231635"/>
    <w:rsid w:val="00245437"/>
    <w:rsid w:val="00247A6E"/>
    <w:rsid w:val="00254B51"/>
    <w:rsid w:val="0027200F"/>
    <w:rsid w:val="002E3E39"/>
    <w:rsid w:val="002F1DB4"/>
    <w:rsid w:val="00307B36"/>
    <w:rsid w:val="00347277"/>
    <w:rsid w:val="00354ED3"/>
    <w:rsid w:val="00362656"/>
    <w:rsid w:val="00370235"/>
    <w:rsid w:val="00375947"/>
    <w:rsid w:val="003929A0"/>
    <w:rsid w:val="003B28F0"/>
    <w:rsid w:val="003C2FAD"/>
    <w:rsid w:val="003C71B6"/>
    <w:rsid w:val="003E071F"/>
    <w:rsid w:val="003F6287"/>
    <w:rsid w:val="003F798E"/>
    <w:rsid w:val="00401D4A"/>
    <w:rsid w:val="00431266"/>
    <w:rsid w:val="0044415D"/>
    <w:rsid w:val="00466812"/>
    <w:rsid w:val="004675FB"/>
    <w:rsid w:val="00467CDC"/>
    <w:rsid w:val="0049487E"/>
    <w:rsid w:val="004A003E"/>
    <w:rsid w:val="004A16B0"/>
    <w:rsid w:val="004A42E3"/>
    <w:rsid w:val="004A7B8A"/>
    <w:rsid w:val="004C545E"/>
    <w:rsid w:val="004C67C9"/>
    <w:rsid w:val="004D5959"/>
    <w:rsid w:val="004F067C"/>
    <w:rsid w:val="005023B9"/>
    <w:rsid w:val="00503762"/>
    <w:rsid w:val="005110D8"/>
    <w:rsid w:val="00512F15"/>
    <w:rsid w:val="0053308E"/>
    <w:rsid w:val="005410C7"/>
    <w:rsid w:val="00546179"/>
    <w:rsid w:val="00546547"/>
    <w:rsid w:val="0054731E"/>
    <w:rsid w:val="005659F8"/>
    <w:rsid w:val="005667B0"/>
    <w:rsid w:val="005708D8"/>
    <w:rsid w:val="0058130B"/>
    <w:rsid w:val="00586FE3"/>
    <w:rsid w:val="00587358"/>
    <w:rsid w:val="005873F5"/>
    <w:rsid w:val="005A1F9C"/>
    <w:rsid w:val="005A3EC9"/>
    <w:rsid w:val="005B1412"/>
    <w:rsid w:val="005C7113"/>
    <w:rsid w:val="005D71AB"/>
    <w:rsid w:val="005E18B8"/>
    <w:rsid w:val="005F26D2"/>
    <w:rsid w:val="00624BF6"/>
    <w:rsid w:val="0063568E"/>
    <w:rsid w:val="00636E67"/>
    <w:rsid w:val="00646428"/>
    <w:rsid w:val="00653AA3"/>
    <w:rsid w:val="0065769E"/>
    <w:rsid w:val="006612D7"/>
    <w:rsid w:val="00662F31"/>
    <w:rsid w:val="00663407"/>
    <w:rsid w:val="00684A86"/>
    <w:rsid w:val="006941E5"/>
    <w:rsid w:val="0069679C"/>
    <w:rsid w:val="00697C7D"/>
    <w:rsid w:val="006B271F"/>
    <w:rsid w:val="006B5A3B"/>
    <w:rsid w:val="006C2306"/>
    <w:rsid w:val="006E2A42"/>
    <w:rsid w:val="00701EE2"/>
    <w:rsid w:val="0070366F"/>
    <w:rsid w:val="00710BC4"/>
    <w:rsid w:val="0071521B"/>
    <w:rsid w:val="00721B5D"/>
    <w:rsid w:val="00723CD2"/>
    <w:rsid w:val="007250CA"/>
    <w:rsid w:val="0073293B"/>
    <w:rsid w:val="007422B0"/>
    <w:rsid w:val="00761DA4"/>
    <w:rsid w:val="007732CF"/>
    <w:rsid w:val="00776E3C"/>
    <w:rsid w:val="007826D5"/>
    <w:rsid w:val="00790E02"/>
    <w:rsid w:val="007A3A9F"/>
    <w:rsid w:val="007A3D2C"/>
    <w:rsid w:val="007D7487"/>
    <w:rsid w:val="007E6816"/>
    <w:rsid w:val="007E76FE"/>
    <w:rsid w:val="007F1385"/>
    <w:rsid w:val="00820ACC"/>
    <w:rsid w:val="008213DD"/>
    <w:rsid w:val="00833337"/>
    <w:rsid w:val="00833F13"/>
    <w:rsid w:val="00854268"/>
    <w:rsid w:val="008555E7"/>
    <w:rsid w:val="0087202A"/>
    <w:rsid w:val="00876BEF"/>
    <w:rsid w:val="00881084"/>
    <w:rsid w:val="00883514"/>
    <w:rsid w:val="008863B4"/>
    <w:rsid w:val="008933C2"/>
    <w:rsid w:val="008939EF"/>
    <w:rsid w:val="008A2B63"/>
    <w:rsid w:val="008A6D66"/>
    <w:rsid w:val="008C6C93"/>
    <w:rsid w:val="008E0CAD"/>
    <w:rsid w:val="008F0CFB"/>
    <w:rsid w:val="008F110B"/>
    <w:rsid w:val="008F367A"/>
    <w:rsid w:val="00933038"/>
    <w:rsid w:val="00965352"/>
    <w:rsid w:val="009662D8"/>
    <w:rsid w:val="0096780F"/>
    <w:rsid w:val="00997646"/>
    <w:rsid w:val="009A37DC"/>
    <w:rsid w:val="009A51BC"/>
    <w:rsid w:val="009A74EA"/>
    <w:rsid w:val="009B171E"/>
    <w:rsid w:val="009B77B2"/>
    <w:rsid w:val="009C44B3"/>
    <w:rsid w:val="009D196D"/>
    <w:rsid w:val="009D1B2B"/>
    <w:rsid w:val="009D2071"/>
    <w:rsid w:val="009D5201"/>
    <w:rsid w:val="009E5055"/>
    <w:rsid w:val="009E53E8"/>
    <w:rsid w:val="00A11AAA"/>
    <w:rsid w:val="00A17188"/>
    <w:rsid w:val="00A30615"/>
    <w:rsid w:val="00A43E33"/>
    <w:rsid w:val="00A57CFE"/>
    <w:rsid w:val="00A60FB4"/>
    <w:rsid w:val="00A71A90"/>
    <w:rsid w:val="00A73CDC"/>
    <w:rsid w:val="00A73EDE"/>
    <w:rsid w:val="00A87812"/>
    <w:rsid w:val="00A913B0"/>
    <w:rsid w:val="00AB7468"/>
    <w:rsid w:val="00AE1975"/>
    <w:rsid w:val="00AE209C"/>
    <w:rsid w:val="00AE5BED"/>
    <w:rsid w:val="00B0025C"/>
    <w:rsid w:val="00B06B91"/>
    <w:rsid w:val="00B070A7"/>
    <w:rsid w:val="00B235AA"/>
    <w:rsid w:val="00B26639"/>
    <w:rsid w:val="00B44E3F"/>
    <w:rsid w:val="00B476CE"/>
    <w:rsid w:val="00B52386"/>
    <w:rsid w:val="00B57007"/>
    <w:rsid w:val="00B574C3"/>
    <w:rsid w:val="00B62C9D"/>
    <w:rsid w:val="00B66F3C"/>
    <w:rsid w:val="00B675EC"/>
    <w:rsid w:val="00B71126"/>
    <w:rsid w:val="00B71494"/>
    <w:rsid w:val="00B802F0"/>
    <w:rsid w:val="00B8079E"/>
    <w:rsid w:val="00B827C2"/>
    <w:rsid w:val="00BC1977"/>
    <w:rsid w:val="00BD4A23"/>
    <w:rsid w:val="00BE0363"/>
    <w:rsid w:val="00BE7256"/>
    <w:rsid w:val="00C123CB"/>
    <w:rsid w:val="00C15343"/>
    <w:rsid w:val="00C26546"/>
    <w:rsid w:val="00C431D0"/>
    <w:rsid w:val="00C44F69"/>
    <w:rsid w:val="00C71C0F"/>
    <w:rsid w:val="00C721F2"/>
    <w:rsid w:val="00C7279A"/>
    <w:rsid w:val="00C737D8"/>
    <w:rsid w:val="00C75557"/>
    <w:rsid w:val="00C95564"/>
    <w:rsid w:val="00C95DEF"/>
    <w:rsid w:val="00CB197C"/>
    <w:rsid w:val="00CC2242"/>
    <w:rsid w:val="00CC6C63"/>
    <w:rsid w:val="00CD0C01"/>
    <w:rsid w:val="00CE50A2"/>
    <w:rsid w:val="00CE5DC2"/>
    <w:rsid w:val="00CF3933"/>
    <w:rsid w:val="00D1281A"/>
    <w:rsid w:val="00D17F70"/>
    <w:rsid w:val="00D36118"/>
    <w:rsid w:val="00D67EB8"/>
    <w:rsid w:val="00D70154"/>
    <w:rsid w:val="00D73576"/>
    <w:rsid w:val="00D81243"/>
    <w:rsid w:val="00D837EE"/>
    <w:rsid w:val="00D84EE8"/>
    <w:rsid w:val="00D912A1"/>
    <w:rsid w:val="00D919B0"/>
    <w:rsid w:val="00DA21A1"/>
    <w:rsid w:val="00DA53B4"/>
    <w:rsid w:val="00DD789A"/>
    <w:rsid w:val="00DE1E4E"/>
    <w:rsid w:val="00DF1FE8"/>
    <w:rsid w:val="00DF3D21"/>
    <w:rsid w:val="00E05536"/>
    <w:rsid w:val="00E07924"/>
    <w:rsid w:val="00E14671"/>
    <w:rsid w:val="00E31415"/>
    <w:rsid w:val="00E32E7C"/>
    <w:rsid w:val="00E40C35"/>
    <w:rsid w:val="00E5503A"/>
    <w:rsid w:val="00E666D1"/>
    <w:rsid w:val="00E91D33"/>
    <w:rsid w:val="00EA0B10"/>
    <w:rsid w:val="00EA70E5"/>
    <w:rsid w:val="00EB5164"/>
    <w:rsid w:val="00EB67CF"/>
    <w:rsid w:val="00EB6D3A"/>
    <w:rsid w:val="00EC6981"/>
    <w:rsid w:val="00ED070C"/>
    <w:rsid w:val="00EF31B1"/>
    <w:rsid w:val="00F04530"/>
    <w:rsid w:val="00F14172"/>
    <w:rsid w:val="00F2060C"/>
    <w:rsid w:val="00F2524E"/>
    <w:rsid w:val="00F47B51"/>
    <w:rsid w:val="00F568CE"/>
    <w:rsid w:val="00F57598"/>
    <w:rsid w:val="00F61150"/>
    <w:rsid w:val="00F80E34"/>
    <w:rsid w:val="00F838BB"/>
    <w:rsid w:val="00F9189E"/>
    <w:rsid w:val="00F93719"/>
    <w:rsid w:val="00F95990"/>
    <w:rsid w:val="00FA0708"/>
    <w:rsid w:val="00FA67FC"/>
    <w:rsid w:val="00FE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B5D41E8"/>
  <w15:docId w15:val="{D001113C-859B-4A0A-9EE1-00FAC7FC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2D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02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25C"/>
  </w:style>
  <w:style w:type="paragraph" w:styleId="Footer">
    <w:name w:val="footer"/>
    <w:basedOn w:val="Normal"/>
    <w:link w:val="FooterChar"/>
    <w:uiPriority w:val="99"/>
    <w:unhideWhenUsed/>
    <w:rsid w:val="00B002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25C"/>
  </w:style>
  <w:style w:type="paragraph" w:styleId="BalloonText">
    <w:name w:val="Balloon Text"/>
    <w:basedOn w:val="Normal"/>
    <w:link w:val="BalloonTextChar"/>
    <w:uiPriority w:val="99"/>
    <w:semiHidden/>
    <w:unhideWhenUsed/>
    <w:rsid w:val="00B002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0025C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9662D8"/>
    <w:rPr>
      <w:rFonts w:eastAsia="Times New Roman"/>
      <w:sz w:val="22"/>
      <w:szCs w:val="22"/>
      <w:lang w:val="en-US" w:eastAsia="en-US"/>
    </w:rPr>
  </w:style>
  <w:style w:type="paragraph" w:customStyle="1" w:styleId="Standard">
    <w:name w:val="Standard"/>
    <w:rsid w:val="009662D8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EF31B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31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7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esktop\Steiger_kirjablank2017_1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C493E-50D7-4EC0-AE62-6AA4428E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Steiger_kirjablank2017_1.dotx</Template>
  <TotalTime>89</TotalTime>
  <Pages>1</Pages>
  <Words>131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Pulk</dc:creator>
  <cp:lastModifiedBy>Erki Vaguri</cp:lastModifiedBy>
  <cp:revision>65</cp:revision>
  <cp:lastPrinted>2018-07-09T16:30:00Z</cp:lastPrinted>
  <dcterms:created xsi:type="dcterms:W3CDTF">2019-06-14T11:29:00Z</dcterms:created>
  <dcterms:modified xsi:type="dcterms:W3CDTF">2025-02-28T14:30:00Z</dcterms:modified>
</cp:coreProperties>
</file>